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312B9" w:rsidR="002B5607" w:rsidP="00FF1D8B" w:rsidRDefault="002B5607" w14:paraId="24988ACF" w14:textId="77777777">
      <w:pPr>
        <w:jc w:val="center"/>
        <w:rPr>
          <w:rFonts w:ascii="DB Office" w:hAnsi="DB Office"/>
        </w:rPr>
      </w:pPr>
    </w:p>
    <w:p w:rsidRPr="002312B9" w:rsidR="002B5607" w:rsidP="002B5607" w:rsidRDefault="002B5607" w14:paraId="0B11E877" w14:textId="77777777">
      <w:pPr>
        <w:jc w:val="center"/>
        <w:rPr>
          <w:rFonts w:ascii="DB Office" w:hAnsi="DB Office"/>
        </w:rPr>
      </w:pPr>
      <w:r w:rsidRPr="002312B9">
        <w:rPr>
          <w:rFonts w:ascii="DB Office" w:hAnsi="DB Office"/>
          <w:b/>
          <w:sz w:val="24"/>
        </w:rPr>
        <w:t>Bürgschaftsurkunde</w:t>
      </w:r>
      <w:r w:rsidRPr="002312B9">
        <w:rPr>
          <w:rFonts w:ascii="DB Office" w:hAnsi="DB Office"/>
        </w:rPr>
        <w:br/>
        <w:t>(Vertragerfüllungsbürgschaft)</w:t>
      </w:r>
      <w:r w:rsidR="00A6590C">
        <w:rPr>
          <w:rFonts w:ascii="DB Office" w:hAnsi="DB Office"/>
        </w:rPr>
        <w:br/>
        <w:t>- für Bauleistungen / für Architekten- und Ingenieurleistungen –</w:t>
      </w:r>
    </w:p>
    <w:p w:rsidRPr="002312B9" w:rsidR="002B5607" w:rsidP="002B5607" w:rsidRDefault="002B5607" w14:paraId="490FD8B9" w14:textId="77777777">
      <w:pPr>
        <w:jc w:val="center"/>
        <w:rPr>
          <w:rFonts w:ascii="DB Office" w:hAnsi="DB Office"/>
        </w:rPr>
      </w:pPr>
    </w:p>
    <w:p w:rsidRPr="002312B9" w:rsidR="002B5607" w:rsidP="002B5607" w:rsidRDefault="002B5607" w14:paraId="7FFA1396" w14:textId="77777777">
      <w:pPr>
        <w:outlineLvl w:val="0"/>
        <w:rPr>
          <w:rFonts w:ascii="DB Office" w:hAnsi="DB Office"/>
        </w:rPr>
      </w:pPr>
      <w:r w:rsidRPr="002312B9">
        <w:rPr>
          <w:rFonts w:ascii="DB Office" w:hAnsi="DB Office"/>
          <w:b/>
        </w:rPr>
        <w:t>Der Auftragnehmer</w:t>
      </w:r>
    </w:p>
    <w:p w:rsidR="006B1AE6" w:rsidP="006B1AE6" w:rsidRDefault="002B5607" w14:paraId="37CE4E4A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2312B9">
        <w:rPr>
          <w:rFonts w:ascii="DB Office" w:hAnsi="DB Office"/>
          <w:sz w:val="16"/>
        </w:rPr>
        <w:t>Name und Sitz:</w:t>
      </w:r>
    </w:p>
    <w:p w:rsidR="006B1AE6" w:rsidP="003B218B" w:rsidRDefault="006B1AE6" w14:paraId="009E3CD6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name="Text1" w:id="0"/>
      <w:r w:rsidRPr="00737989">
        <w:rPr>
          <w:rFonts w:ascii="DB Office" w:hAnsi="DB Office"/>
          <w:sz w:val="16"/>
        </w:rPr>
        <w:instrText xml:space="preserve"> FORMTEXT </w:instrText>
      </w:r>
      <w:r w:rsidRPr="00737989" w:rsidR="007E5D02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0"/>
    </w:p>
    <w:p w:rsidRPr="006B1AE6" w:rsidR="002B5607" w:rsidP="003B218B" w:rsidRDefault="008E1EEE" w14:paraId="519089F3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name="Text12" w:id="1"/>
      <w:r w:rsidRPr="00737989">
        <w:rPr>
          <w:rFonts w:ascii="DB Office" w:hAnsi="DB Office"/>
          <w:sz w:val="16"/>
        </w:rPr>
        <w:instrText xml:space="preserve"> FORMTEXT </w:instrText>
      </w:r>
      <w:r w:rsidRPr="00737989" w:rsidR="00C02746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1"/>
      <w:r w:rsidRPr="002312B9" w:rsidR="002B5607">
        <w:rPr>
          <w:rFonts w:ascii="DB Office" w:hAnsi="DB Office"/>
        </w:rPr>
        <w:br/>
      </w:r>
    </w:p>
    <w:p w:rsidRPr="002312B9" w:rsidR="002B5607" w:rsidP="002B5607" w:rsidRDefault="002B5607" w14:paraId="31090F90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2312B9" w:rsidR="002B5607" w:rsidP="002B5607" w:rsidRDefault="002B5607" w14:paraId="43A6D5EA" w14:textId="7777777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 xml:space="preserve">hat mit dem unten genannten </w:t>
      </w:r>
      <w:r w:rsidRPr="002312B9" w:rsidR="0030145F">
        <w:rPr>
          <w:rFonts w:ascii="DB Office" w:hAnsi="DB Office"/>
          <w:sz w:val="19"/>
        </w:rPr>
        <w:t>Auftraggeber einen Vertrag über</w:t>
      </w:r>
    </w:p>
    <w:p w:rsidRPr="002312B9" w:rsidR="002B5607" w:rsidP="002B5607" w:rsidRDefault="002B5607" w14:paraId="72693A3C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2312B9" w:rsidR="002B5607" w:rsidP="002B5607" w:rsidRDefault="002B5607" w14:paraId="49EC13E5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2312B9">
        <w:rPr>
          <w:rFonts w:ascii="DB Office" w:hAnsi="DB Office"/>
          <w:sz w:val="16"/>
        </w:rPr>
        <w:t>Bezeichnung der Leistung:</w:t>
      </w:r>
    </w:p>
    <w:p w:rsidRPr="002312B9" w:rsidR="002B5607" w:rsidP="003B218B" w:rsidRDefault="00443E04" w14:paraId="00C41B07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2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VV_BEZEICHNUNG"/>
            <w:enabled/>
            <w:calcOnExit w:val="0"/>
            <w:textInput/>
          </w:ffData>
        </w:fldChar>
      </w:r>
      <w:bookmarkStart w:name="VV_BEZEICHNUNG" w:id="2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Gleiserneuerung Lübbenau-Bischdorf</w:t>
      </w:r>
      <w:r w:rsidRPr="00737989">
        <w:rPr>
          <w:rFonts w:ascii="DB Office" w:hAnsi="DB Office"/>
          <w:sz w:val="16"/>
        </w:rPr>
        <w:fldChar w:fldCharType="end"/>
      </w:r>
      <w:bookmarkEnd w:id="2"/>
      <w:r w:rsidRPr="002312B9" w:rsidR="002B5607">
        <w:rPr>
          <w:rFonts w:ascii="DB Office" w:hAnsi="DB Office"/>
        </w:rPr>
        <w:br/>
      </w:r>
    </w:p>
    <w:p w:rsidRPr="002312B9" w:rsidR="002B5607" w:rsidP="002B5607" w:rsidRDefault="002B5607" w14:paraId="7E4D7F0E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2312B9" w:rsidR="002B5607" w:rsidP="002B5607" w:rsidRDefault="002B5607" w14:paraId="7E104008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abgeschlossen.</w:t>
      </w:r>
    </w:p>
    <w:p w:rsidRPr="002312B9" w:rsidR="002B5607" w:rsidP="002B5607" w:rsidRDefault="002B5607" w14:paraId="507579B4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2312B9" w:rsidR="002B5607" w:rsidP="003B218B" w:rsidRDefault="002B5607" w14:paraId="45CABF8A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between w:val="single" w:color="000000" w:sz="6" w:space="0"/>
        </w:pBdr>
        <w:rPr>
          <w:rFonts w:ascii="DB Office" w:hAnsi="DB Office"/>
          <w:sz w:val="16"/>
        </w:rPr>
      </w:pPr>
      <w:r w:rsidRPr="002312B9">
        <w:rPr>
          <w:rFonts w:ascii="DB Office" w:hAnsi="DB Office"/>
          <w:sz w:val="16"/>
        </w:rPr>
        <w:t>Auftraggeber Name und Sitz:</w:t>
      </w:r>
      <w:r w:rsidRPr="002312B9">
        <w:rPr>
          <w:rFonts w:ascii="DB Office" w:hAnsi="DB Office"/>
          <w:sz w:val="16"/>
        </w:rPr>
        <w:br/>
      </w:r>
      <w:r w:rsidR="00B44459">
        <w:rPr>
          <w:rFonts w:ascii="DB Office" w:hAnsi="DB Office"/>
          <w:sz w:val="16"/>
        </w:rPr>
        <w:fldChar w:fldCharType="begin">
          <w:ffData>
            <w:name w:val="AG_FIRMENNAME"/>
            <w:enabled/>
            <w:calcOnExit w:val="0"/>
            <w:textInput/>
          </w:ffData>
        </w:fldChar>
      </w:r>
      <w:bookmarkStart w:name="AG_FIRMENNAME" w:id="3"/>
      <w:r w:rsidR="00B44459">
        <w:rPr>
          <w:rFonts w:ascii="DB Office" w:hAnsi="DB Office"/>
          <w:sz w:val="16"/>
        </w:rPr>
        <w:instrText xml:space="preserve"> FORMTEXT </w:instrText>
      </w:r>
      <w:r w:rsidR="00B44459">
        <w:rPr>
          <w:rFonts w:ascii="DB Office" w:hAnsi="DB Office"/>
          <w:sz w:val="16"/>
        </w:rPr>
      </w:r>
      <w:r w:rsidR="00B44459">
        <w:rPr>
          <w:rFonts w:ascii="DB Office" w:hAnsi="DB Office"/>
          <w:sz w:val="16"/>
        </w:rPr>
        <w:fldChar w:fldCharType="separate"/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sz w:val="16"/>
        </w:rPr>
        <w:fldChar w:fldCharType="end"/>
      </w:r>
      <w:bookmarkEnd w:id="3"/>
      <w:r w:rsidRPr="003A67AB" w:rsidR="00443E04">
        <w:rPr>
          <w:rFonts w:ascii="DB Office" w:hAnsi="DB Office"/>
          <w:sz w:val="16"/>
        </w:rPr>
        <w:br/>
      </w:r>
      <w:r w:rsidR="00233C58">
        <w:rPr>
          <w:rFonts w:ascii="DB Office" w:hAnsi="DB Office"/>
          <w:sz w:val="16"/>
        </w:rPr>
        <w:fldChar w:fldCharType="begin">
          <w:ffData>
            <w:name w:val="AG_STRASSE"/>
            <w:enabled/>
            <w:calcOnExit w:val="0"/>
            <w:textInput/>
          </w:ffData>
        </w:fldChar>
      </w:r>
      <w:bookmarkStart w:name="AG_STRASSE" w:id="4"/>
      <w:r w:rsidR="00233C58">
        <w:rPr>
          <w:rFonts w:ascii="DB Office" w:hAnsi="DB Office"/>
          <w:sz w:val="16"/>
        </w:rPr>
        <w:instrText xml:space="preserve"> FORMTEXT </w:instrText>
      </w:r>
      <w:r w:rsidR="00233C58">
        <w:rPr>
          <w:rFonts w:ascii="DB Office" w:hAnsi="DB Office"/>
          <w:sz w:val="16"/>
        </w:rPr>
      </w:r>
      <w:r w:rsidR="00233C58">
        <w:rPr>
          <w:rFonts w:ascii="DB Office" w:hAnsi="DB Office"/>
          <w:sz w:val="16"/>
        </w:rPr>
        <w:fldChar w:fldCharType="separate"/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sz w:val="16"/>
        </w:rPr>
        <w:fldChar w:fldCharType="end"/>
      </w:r>
      <w:bookmarkEnd w:id="4"/>
      <w:r w:rsidRPr="003A67AB" w:rsidR="00443E04">
        <w:rPr>
          <w:rFonts w:ascii="DB Office" w:hAnsi="DB Office"/>
          <w:sz w:val="16"/>
        </w:rPr>
        <w:br/>
      </w:r>
      <w:r w:rsidR="00B44459">
        <w:rPr>
          <w:rFonts w:ascii="DB Office" w:hAnsi="DB Office"/>
          <w:sz w:val="16"/>
        </w:rPr>
        <w:fldChar w:fldCharType="begin">
          <w:ffData>
            <w:name w:val="AG_PLZ"/>
            <w:enabled/>
            <w:calcOnExit w:val="0"/>
            <w:textInput/>
          </w:ffData>
        </w:fldChar>
      </w:r>
      <w:bookmarkStart w:name="AG_PLZ" w:id="5"/>
      <w:r w:rsidR="00B44459">
        <w:rPr>
          <w:rFonts w:ascii="DB Office" w:hAnsi="DB Office"/>
          <w:sz w:val="16"/>
        </w:rPr>
        <w:instrText xml:space="preserve"> FORMTEXT </w:instrText>
      </w:r>
      <w:r w:rsidR="00B44459">
        <w:rPr>
          <w:rFonts w:ascii="DB Office" w:hAnsi="DB Office"/>
          <w:sz w:val="16"/>
        </w:rPr>
      </w:r>
      <w:r w:rsidR="00B44459">
        <w:rPr>
          <w:rFonts w:ascii="DB Office" w:hAnsi="DB Office"/>
          <w:sz w:val="16"/>
        </w:rPr>
        <w:fldChar w:fldCharType="separate"/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sz w:val="16"/>
        </w:rPr>
        <w:fldChar w:fldCharType="end"/>
      </w:r>
      <w:bookmarkEnd w:id="5"/>
      <w:r w:rsidR="00443E04">
        <w:rPr>
          <w:rFonts w:ascii="DB Office" w:hAnsi="DB Office"/>
          <w:sz w:val="16"/>
        </w:rPr>
        <w:t xml:space="preserve"> </w:t>
      </w:r>
      <w:r w:rsidR="00B44459">
        <w:rPr>
          <w:rFonts w:ascii="DB Office" w:hAnsi="DB Office"/>
          <w:sz w:val="16"/>
        </w:rPr>
        <w:fldChar w:fldCharType="begin">
          <w:ffData>
            <w:name w:val="AG_ORT"/>
            <w:enabled/>
            <w:calcOnExit w:val="0"/>
            <w:textInput/>
          </w:ffData>
        </w:fldChar>
      </w:r>
      <w:bookmarkStart w:name="AG_ORT" w:id="6"/>
      <w:r w:rsidR="00B44459">
        <w:rPr>
          <w:rFonts w:ascii="DB Office" w:hAnsi="DB Office"/>
          <w:sz w:val="16"/>
        </w:rPr>
        <w:instrText xml:space="preserve"> FORMTEXT </w:instrText>
      </w:r>
      <w:r w:rsidR="00B44459">
        <w:rPr>
          <w:rFonts w:ascii="DB Office" w:hAnsi="DB Office"/>
          <w:sz w:val="16"/>
        </w:rPr>
      </w:r>
      <w:r w:rsidR="00B44459">
        <w:rPr>
          <w:rFonts w:ascii="DB Office" w:hAnsi="DB Office"/>
          <w:sz w:val="16"/>
        </w:rPr>
        <w:fldChar w:fldCharType="separate"/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sz w:val="16"/>
        </w:rPr>
        <w:fldChar w:fldCharType="end"/>
      </w:r>
      <w:bookmarkEnd w:id="6"/>
      <w:r w:rsidRPr="002312B9">
        <w:rPr>
          <w:rFonts w:ascii="DB Office" w:hAnsi="DB Office"/>
          <w:sz w:val="16"/>
        </w:rPr>
        <w:br/>
      </w:r>
    </w:p>
    <w:p w:rsidRPr="002312B9" w:rsidR="002B5607" w:rsidP="003B218B" w:rsidRDefault="002B5607" w14:paraId="0E22E01C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between w:val="single" w:color="000000" w:sz="6" w:space="0"/>
        </w:pBdr>
        <w:rPr>
          <w:rFonts w:ascii="DB Office" w:hAnsi="DB Office"/>
          <w:sz w:val="16"/>
        </w:rPr>
      </w:pPr>
      <w:r w:rsidRPr="002312B9">
        <w:rPr>
          <w:rFonts w:ascii="DB Office" w:hAnsi="DB Office"/>
          <w:sz w:val="16"/>
        </w:rPr>
        <w:t>Nr. und Tag des Auftrags:</w:t>
      </w:r>
      <w:r w:rsidR="006B1AE6">
        <w:rPr>
          <w:rFonts w:ascii="DB Office" w:hAnsi="DB Office"/>
          <w:sz w:val="16"/>
        </w:rPr>
        <w:t xml:space="preserve"> </w:t>
      </w:r>
      <w:r w:rsidR="006B1AE6">
        <w:rPr>
          <w:rFonts w:ascii="DB Office" w:hAnsi="DB Office"/>
          <w:sz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name="Text5" w:id="7"/>
      <w:r w:rsidR="006B1AE6">
        <w:rPr>
          <w:rFonts w:ascii="DB Office" w:hAnsi="DB Office"/>
          <w:sz w:val="16"/>
        </w:rPr>
        <w:instrText xml:space="preserve"> FORMTEXT </w:instrText>
      </w:r>
      <w:r w:rsidRPr="006B1AE6" w:rsidR="007E5D02">
        <w:rPr>
          <w:rFonts w:ascii="DB Office" w:hAnsi="DB Office"/>
          <w:sz w:val="16"/>
        </w:rPr>
      </w:r>
      <w:r w:rsidR="006B1AE6">
        <w:rPr>
          <w:rFonts w:ascii="DB Office" w:hAnsi="DB Office"/>
          <w:sz w:val="16"/>
        </w:rPr>
        <w:fldChar w:fldCharType="separate"/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sz w:val="16"/>
        </w:rPr>
        <w:fldChar w:fldCharType="end"/>
      </w:r>
      <w:bookmarkEnd w:id="7"/>
      <w:r w:rsidRPr="002312B9">
        <w:rPr>
          <w:rFonts w:ascii="DB Office" w:hAnsi="DB Office"/>
          <w:sz w:val="16"/>
        </w:rPr>
        <w:br/>
      </w:r>
    </w:p>
    <w:p w:rsidRPr="002312B9" w:rsidR="002B5607" w:rsidP="002B5607" w:rsidRDefault="002B5607" w14:paraId="6AFC56E1" w14:textId="77777777">
      <w:pPr>
        <w:keepLines/>
        <w:jc w:val="both"/>
        <w:rPr>
          <w:rFonts w:ascii="DB Office" w:hAnsi="DB Office"/>
          <w:sz w:val="10"/>
        </w:rPr>
      </w:pPr>
    </w:p>
    <w:p w:rsidRPr="002312B9" w:rsidR="002B5607" w:rsidP="00A16B20" w:rsidRDefault="002B5607" w14:paraId="6D9DE53B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between w:val="single" w:color="000000" w:sz="6" w:space="0"/>
        </w:pBdr>
        <w:rPr>
          <w:rFonts w:ascii="DB Office" w:hAnsi="DB Office"/>
          <w:sz w:val="20"/>
        </w:rPr>
      </w:pPr>
      <w:r w:rsidRPr="002312B9">
        <w:rPr>
          <w:rFonts w:ascii="DB Office" w:hAnsi="DB Office"/>
          <w:sz w:val="16"/>
        </w:rPr>
        <w:t>Vertragabwickelnde Stelle mit Sitz:</w:t>
      </w:r>
      <w:r w:rsidRPr="002312B9">
        <w:rPr>
          <w:rFonts w:ascii="DB Office" w:hAnsi="DB Office"/>
          <w:sz w:val="16"/>
        </w:rPr>
        <w:br/>
      </w:r>
      <w:r w:rsidR="00443E04">
        <w:rPr>
          <w:rFonts w:ascii="DB Office" w:hAnsi="DB Office"/>
          <w:sz w:val="16"/>
        </w:rPr>
        <w:fldChar w:fldCharType="begin">
          <w:ffData>
            <w:name w:val="BT_NAME1"/>
            <w:enabled/>
            <w:calcOnExit w:val="0"/>
            <w:textInput/>
          </w:ffData>
        </w:fldChar>
      </w:r>
      <w:bookmarkStart w:name="BT_NAME1" w:id="8"/>
      <w:r w:rsidR="00443E04">
        <w:rPr>
          <w:rFonts w:ascii="DB Office" w:hAnsi="DB Office"/>
          <w:sz w:val="16"/>
        </w:rPr>
        <w:instrText xml:space="preserve"> FORMTEXT </w:instrText>
      </w:r>
      <w:r w:rsidR="00443E04">
        <w:rPr>
          <w:rFonts w:ascii="DB Office" w:hAnsi="DB Office"/>
          <w:sz w:val="16"/>
        </w:rPr>
      </w:r>
      <w:r w:rsidR="00443E04">
        <w:rPr>
          <w:rFonts w:ascii="DB Office" w:hAnsi="DB Office"/>
          <w:sz w:val="16"/>
        </w:rPr>
        <w:fldChar w:fldCharType="separate"/>
      </w:r>
      <w:r w:rsidR="00443E04">
        <w:rPr>
          <w:rFonts w:ascii="DB Office" w:hAnsi="DB Office"/>
          <w:noProof/>
          <w:sz w:val="16"/>
        </w:rPr>
        <w:t>Rolf Jagel</w:t>
      </w:r>
      <w:r w:rsidR="00443E04">
        <w:rPr>
          <w:rFonts w:ascii="DB Office" w:hAnsi="DB Office"/>
          <w:sz w:val="16"/>
        </w:rPr>
        <w:fldChar w:fldCharType="end"/>
      </w:r>
      <w:bookmarkEnd w:id="8"/>
      <w:r w:rsidRPr="003A67AB" w:rsidR="00443E04">
        <w:rPr>
          <w:rFonts w:ascii="DB Office" w:hAnsi="DB Office"/>
        </w:rPr>
        <w:br/>
      </w:r>
      <w:r w:rsidRPr="00A16B20" w:rsidR="00443E04">
        <w:rPr>
          <w:rFonts w:ascii="DB Office" w:hAnsi="DB Office"/>
          <w:sz w:val="16"/>
        </w:rPr>
        <w:fldChar w:fldCharType="begin">
          <w:ffData>
            <w:name w:val="BT_STRASSE"/>
            <w:enabled/>
            <w:calcOnExit w:val="0"/>
            <w:textInput/>
          </w:ffData>
        </w:fldChar>
      </w:r>
      <w:bookmarkStart w:name="BT_STRASSE" w:id="9"/>
      <w:r w:rsidRPr="00A16B20" w:rsidR="00443E04">
        <w:rPr>
          <w:rFonts w:ascii="DB Office" w:hAnsi="DB Office"/>
          <w:sz w:val="16"/>
        </w:rPr>
        <w:instrText xml:space="preserve"> FORMTEXT </w:instrText>
      </w:r>
      <w:r w:rsidRPr="00A16B20" w:rsidR="00443E04">
        <w:rPr>
          <w:rFonts w:ascii="DB Office" w:hAnsi="DB Office"/>
          <w:sz w:val="16"/>
        </w:rPr>
      </w:r>
      <w:r w:rsidRPr="00A16B20" w:rsidR="00443E04">
        <w:rPr>
          <w:rFonts w:ascii="DB Office" w:hAnsi="DB Office"/>
          <w:sz w:val="16"/>
        </w:rPr>
        <w:fldChar w:fldCharType="separate"/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sz w:val="16"/>
        </w:rPr>
        <w:fldChar w:fldCharType="end"/>
      </w:r>
      <w:bookmarkEnd w:id="9"/>
      <w:r w:rsidRPr="00A16B20" w:rsidR="00443E04">
        <w:rPr>
          <w:rFonts w:ascii="DB Office" w:hAnsi="DB Office"/>
          <w:sz w:val="16"/>
        </w:rPr>
        <w:br/>
      </w:r>
      <w:r w:rsidRPr="00A16B20" w:rsidR="00443E04">
        <w:rPr>
          <w:rFonts w:ascii="DB Office" w:hAnsi="DB Office"/>
          <w:sz w:val="16"/>
        </w:rPr>
        <w:fldChar w:fldCharType="begin">
          <w:ffData>
            <w:name w:val="BT_PLZ"/>
            <w:enabled/>
            <w:calcOnExit w:val="0"/>
            <w:textInput/>
          </w:ffData>
        </w:fldChar>
      </w:r>
      <w:bookmarkStart w:name="BT_PLZ" w:id="10"/>
      <w:r w:rsidRPr="00A16B20" w:rsidR="00443E04">
        <w:rPr>
          <w:rFonts w:ascii="DB Office" w:hAnsi="DB Office"/>
          <w:sz w:val="16"/>
        </w:rPr>
        <w:instrText xml:space="preserve"> FORMTEXT </w:instrText>
      </w:r>
      <w:r w:rsidRPr="00A16B20" w:rsidR="00443E04">
        <w:rPr>
          <w:rFonts w:ascii="DB Office" w:hAnsi="DB Office"/>
          <w:sz w:val="16"/>
        </w:rPr>
      </w:r>
      <w:r w:rsidRPr="00A16B20" w:rsidR="00443E04">
        <w:rPr>
          <w:rFonts w:ascii="DB Office" w:hAnsi="DB Office"/>
          <w:sz w:val="16"/>
        </w:rPr>
        <w:fldChar w:fldCharType="separate"/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sz w:val="16"/>
        </w:rPr>
        <w:fldChar w:fldCharType="end"/>
      </w:r>
      <w:bookmarkEnd w:id="10"/>
      <w:r w:rsidRPr="00A16B20" w:rsidR="00443E04">
        <w:rPr>
          <w:rFonts w:ascii="DB Office" w:hAnsi="DB Office"/>
          <w:sz w:val="16"/>
        </w:rPr>
        <w:t xml:space="preserve"> </w:t>
      </w:r>
      <w:r w:rsidRPr="00A16B20" w:rsidR="00443E04">
        <w:rPr>
          <w:rFonts w:ascii="DB Office" w:hAnsi="DB Office"/>
          <w:sz w:val="16"/>
        </w:rPr>
        <w:fldChar w:fldCharType="begin">
          <w:ffData>
            <w:name w:val="BT_ORT"/>
            <w:enabled/>
            <w:calcOnExit w:val="0"/>
            <w:textInput/>
          </w:ffData>
        </w:fldChar>
      </w:r>
      <w:bookmarkStart w:name="BT_ORT" w:id="11"/>
      <w:r w:rsidRPr="00A16B20" w:rsidR="00443E04">
        <w:rPr>
          <w:rFonts w:ascii="DB Office" w:hAnsi="DB Office"/>
          <w:sz w:val="16"/>
        </w:rPr>
        <w:instrText xml:space="preserve"> FORMTEXT </w:instrText>
      </w:r>
      <w:r w:rsidRPr="00A16B20" w:rsidR="00443E04">
        <w:rPr>
          <w:rFonts w:ascii="DB Office" w:hAnsi="DB Office"/>
          <w:sz w:val="16"/>
        </w:rPr>
      </w:r>
      <w:r w:rsidRPr="00A16B20" w:rsidR="00443E04">
        <w:rPr>
          <w:rFonts w:ascii="DB Office" w:hAnsi="DB Office"/>
          <w:sz w:val="16"/>
        </w:rPr>
        <w:fldChar w:fldCharType="separate"/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noProof/>
          <w:sz w:val="16"/>
        </w:rPr>
        <w:t> </w:t>
      </w:r>
      <w:r w:rsidRPr="00A16B20" w:rsidR="00443E04">
        <w:rPr>
          <w:rFonts w:ascii="DB Office" w:hAnsi="DB Office"/>
          <w:sz w:val="16"/>
        </w:rPr>
        <w:fldChar w:fldCharType="end"/>
      </w:r>
      <w:bookmarkEnd w:id="11"/>
      <w:r w:rsidRPr="002312B9">
        <w:rPr>
          <w:rFonts w:ascii="DB Office" w:hAnsi="DB Office"/>
          <w:sz w:val="20"/>
        </w:rPr>
        <w:br/>
      </w:r>
    </w:p>
    <w:p w:rsidRPr="002312B9" w:rsidR="002B5607" w:rsidP="002B5607" w:rsidRDefault="002B5607" w14:paraId="5D6FED10" w14:textId="77777777">
      <w:pPr>
        <w:jc w:val="both"/>
        <w:rPr>
          <w:rFonts w:ascii="DB Office" w:hAnsi="DB Office"/>
          <w:sz w:val="10"/>
        </w:rPr>
      </w:pPr>
    </w:p>
    <w:p w:rsidRPr="0000799A" w:rsidR="0000799A" w:rsidP="0000799A" w:rsidRDefault="0000799A" w14:paraId="29E6568E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00799A">
        <w:rPr>
          <w:rFonts w:ascii="DB Office" w:hAnsi="DB Office"/>
          <w:sz w:val="19"/>
        </w:rPr>
        <w:t>Nach den Bedingungen dieses Vertrages hat der Auftragnehmer Sicherheit für die vertragsgemäße Ausführung</w:t>
      </w:r>
    </w:p>
    <w:p w:rsidRPr="002312B9" w:rsidR="002B5607" w:rsidP="0000799A" w:rsidRDefault="0000799A" w14:paraId="049353F7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00799A">
        <w:rPr>
          <w:rFonts w:ascii="DB Office" w:hAnsi="DB Office"/>
          <w:sz w:val="19"/>
        </w:rPr>
        <w:t>der Leistung zu leisten. Er leistet die Sicherheit in Form dieser Bürgschaft.</w:t>
      </w:r>
    </w:p>
    <w:p w:rsidRPr="002312B9" w:rsidR="002B5607" w:rsidP="002B5607" w:rsidRDefault="002B5607" w14:paraId="2308DE0F" w14:textId="77777777">
      <w:pPr>
        <w:jc w:val="both"/>
        <w:rPr>
          <w:rFonts w:ascii="DB Office" w:hAnsi="DB Office"/>
          <w:b/>
          <w:sz w:val="20"/>
        </w:rPr>
      </w:pPr>
    </w:p>
    <w:p w:rsidRPr="002312B9" w:rsidR="002B5607" w:rsidP="002B5607" w:rsidRDefault="002B5607" w14:paraId="263BA930" w14:textId="77777777">
      <w:pPr>
        <w:spacing w:line="300" w:lineRule="exact"/>
        <w:jc w:val="both"/>
        <w:outlineLvl w:val="0"/>
        <w:rPr>
          <w:rFonts w:ascii="DB Office" w:hAnsi="DB Office"/>
        </w:rPr>
      </w:pPr>
      <w:r w:rsidRPr="002312B9">
        <w:rPr>
          <w:rFonts w:ascii="DB Office" w:hAnsi="DB Office"/>
          <w:b/>
        </w:rPr>
        <w:t>Der Bürge</w:t>
      </w:r>
      <w:r w:rsidRPr="002312B9">
        <w:rPr>
          <w:rFonts w:ascii="DB Office" w:hAnsi="DB Office"/>
        </w:rPr>
        <w:t xml:space="preserve"> </w:t>
      </w:r>
    </w:p>
    <w:p w:rsidRPr="002312B9" w:rsidR="002B5607" w:rsidP="002B5607" w:rsidRDefault="002B5607" w14:paraId="59D651B4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rPr>
          <w:rFonts w:ascii="DB Office" w:hAnsi="DB Office"/>
        </w:rPr>
      </w:pPr>
      <w:r w:rsidRPr="002312B9">
        <w:rPr>
          <w:rFonts w:ascii="DB Office" w:hAnsi="DB Office"/>
          <w:sz w:val="16"/>
        </w:rPr>
        <w:t>Name und Anschrift:</w:t>
      </w:r>
    </w:p>
    <w:p w:rsidRPr="00A51701" w:rsidR="002B5607" w:rsidP="003B218B" w:rsidRDefault="006B1AE6" w14:paraId="0E095A3C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name="Text8" w:id="12"/>
      <w:r w:rsidRPr="00A51701">
        <w:rPr>
          <w:rFonts w:ascii="DB Office" w:hAnsi="DB Office"/>
          <w:sz w:val="16"/>
        </w:rPr>
        <w:instrText xml:space="preserve"> FORMTEXT </w:instrText>
      </w:r>
      <w:r w:rsidRPr="00A51701" w:rsidR="007E5D02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2"/>
      <w:r w:rsidRPr="00A51701" w:rsidR="002B5607">
        <w:rPr>
          <w:rFonts w:ascii="DB Office" w:hAnsi="DB Office"/>
          <w:sz w:val="16"/>
        </w:rPr>
        <w:br/>
      </w:r>
    </w:p>
    <w:p w:rsidRPr="00A51701" w:rsidR="002B5607" w:rsidP="003B218B" w:rsidRDefault="008E1EEE" w14:paraId="17D75C3B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name="Text16" w:id="13"/>
      <w:r w:rsidRPr="00A51701">
        <w:rPr>
          <w:rFonts w:ascii="DB Office" w:hAnsi="DB Office"/>
          <w:sz w:val="16"/>
        </w:rPr>
        <w:instrText xml:space="preserve"> FORMTEXT </w:instrText>
      </w:r>
      <w:r w:rsidRPr="00A51701" w:rsidR="00C02746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3"/>
      <w:r w:rsidRPr="00A51701" w:rsidR="002B5607">
        <w:rPr>
          <w:rFonts w:ascii="DB Office" w:hAnsi="DB Office"/>
          <w:sz w:val="16"/>
        </w:rPr>
        <w:br/>
      </w:r>
    </w:p>
    <w:p w:rsidRPr="002312B9" w:rsidR="002B5607" w:rsidP="002B5607" w:rsidRDefault="002B5607" w14:paraId="3BFA1242" w14:textId="77777777">
      <w:pPr>
        <w:jc w:val="both"/>
        <w:rPr>
          <w:rFonts w:ascii="DB Office" w:hAnsi="DB Office"/>
          <w:sz w:val="10"/>
        </w:rPr>
      </w:pPr>
    </w:p>
    <w:p w:rsidRPr="002312B9" w:rsidR="002B5607" w:rsidP="002B5607" w:rsidRDefault="002B5607" w14:paraId="039B4B1E" w14:textId="7777777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übernimmt hiermit für den Auftragnehmer die selbstschuldnerische Bürgschaft nach deutschem Recht und verpflichtet sich, jeden Bet</w:t>
      </w:r>
      <w:r w:rsidRPr="002312B9" w:rsidR="0030145F">
        <w:rPr>
          <w:rFonts w:ascii="DB Office" w:hAnsi="DB Office"/>
          <w:sz w:val="19"/>
        </w:rPr>
        <w:t>rag bis zu einer Gesamthöhe von</w:t>
      </w:r>
    </w:p>
    <w:p w:rsidRPr="002312B9" w:rsidR="002B5607" w:rsidP="002B5607" w:rsidRDefault="002B5607" w14:paraId="779D68E7" w14:textId="77777777">
      <w:pPr>
        <w:spacing w:line="120" w:lineRule="exact"/>
        <w:rPr>
          <w:rFonts w:ascii="DB Office" w:hAnsi="DB Office"/>
          <w:sz w:val="19"/>
        </w:rPr>
      </w:pPr>
    </w:p>
    <w:p w:rsidRPr="00A51701" w:rsidR="002B5607" w:rsidP="002B5607" w:rsidRDefault="00443E04" w14:paraId="6CCE7029" w14:textId="77777777">
      <w:pP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"/>
            <w:enabled/>
            <w:calcOnExit w:val="0"/>
            <w:textInput>
              <w:type w:val="number"/>
              <w:format w:val="#.##0,00"/>
            </w:textInput>
          </w:ffData>
        </w:fldChar>
      </w:r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name="Text18" w:id="14"/>
      <w:r w:rsidRPr="00A51701" w:rsidR="008E1EEE">
        <w:rPr>
          <w:rFonts w:ascii="DB Office" w:hAnsi="DB Office"/>
          <w:sz w:val="16"/>
        </w:rPr>
        <w:instrText xml:space="preserve"> FORMTEXT </w:instrText>
      </w:r>
      <w:r w:rsidRPr="00A51701" w:rsidR="00C02746">
        <w:rPr>
          <w:rFonts w:ascii="DB Office" w:hAnsi="DB Office"/>
          <w:sz w:val="16"/>
        </w:rPr>
      </w:r>
      <w:r w:rsidRPr="00A51701" w:rsidR="008E1EEE">
        <w:rPr>
          <w:rFonts w:ascii="DB Office" w:hAnsi="DB Office"/>
          <w:sz w:val="16"/>
        </w:rPr>
        <w:fldChar w:fldCharType="separate"/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sz w:val="16"/>
        </w:rPr>
        <w:fldChar w:fldCharType="end"/>
      </w:r>
      <w:bookmarkEnd w:id="14"/>
    </w:p>
    <w:p w:rsidRPr="002312B9" w:rsidR="002B5607" w:rsidP="002B5607" w:rsidRDefault="002B5607" w14:paraId="46B1B3AE" w14:textId="77777777">
      <w:pPr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.........................</w:t>
      </w:r>
      <w:r w:rsidRPr="002312B9" w:rsidR="005E2808">
        <w:rPr>
          <w:rFonts w:ascii="DB Office" w:hAnsi="DB Office"/>
          <w:sz w:val="19"/>
        </w:rPr>
        <w:t>................... EUR, (i.</w:t>
      </w:r>
      <w:r w:rsidRPr="002312B9" w:rsidR="00D5028B">
        <w:rPr>
          <w:rFonts w:ascii="DB Office" w:hAnsi="DB Office"/>
          <w:sz w:val="19"/>
        </w:rPr>
        <w:t xml:space="preserve"> </w:t>
      </w:r>
      <w:r w:rsidRPr="002312B9" w:rsidR="005E2808">
        <w:rPr>
          <w:rFonts w:ascii="DB Office" w:hAnsi="DB Office"/>
          <w:sz w:val="19"/>
        </w:rPr>
        <w:t xml:space="preserve">W. </w:t>
      </w:r>
      <w:r w:rsidRPr="002312B9">
        <w:rPr>
          <w:rFonts w:ascii="DB Office" w:hAnsi="DB Office"/>
          <w:sz w:val="19"/>
        </w:rPr>
        <w:t>..............................................................................................................Euro)</w:t>
      </w:r>
    </w:p>
    <w:p w:rsidRPr="002312B9" w:rsidR="002B5607" w:rsidP="002B5607" w:rsidRDefault="002B5607" w14:paraId="2A46EB83" w14:textId="77777777">
      <w:pPr>
        <w:jc w:val="both"/>
        <w:rPr>
          <w:rFonts w:ascii="DB Office" w:hAnsi="DB Office"/>
          <w:sz w:val="10"/>
        </w:rPr>
      </w:pPr>
    </w:p>
    <w:p w:rsidR="002B5607" w:rsidP="002B5607" w:rsidRDefault="002B5607" w14:paraId="7DC5B722" w14:textId="7777777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a</w:t>
      </w:r>
      <w:r w:rsidRPr="002312B9" w:rsidR="0030145F">
        <w:rPr>
          <w:rFonts w:ascii="DB Office" w:hAnsi="DB Office"/>
          <w:sz w:val="19"/>
        </w:rPr>
        <w:t>n den Auftraggeber zu zahlen.</w:t>
      </w:r>
    </w:p>
    <w:p w:rsidRPr="002312B9" w:rsidR="0000799A" w:rsidP="002B5607" w:rsidRDefault="0000799A" w14:paraId="250F9C8C" w14:textId="77777777">
      <w:pPr>
        <w:jc w:val="both"/>
        <w:rPr>
          <w:rFonts w:ascii="DB Office" w:hAnsi="DB Office"/>
          <w:sz w:val="19"/>
        </w:rPr>
      </w:pPr>
    </w:p>
    <w:p w:rsidR="002B5607" w:rsidP="002B5607" w:rsidRDefault="002B5607" w14:paraId="62F570D0" w14:textId="7777777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 xml:space="preserve">Auf die Einrede der </w:t>
      </w:r>
      <w:r w:rsidRPr="002312B9" w:rsidR="005F44C6">
        <w:rPr>
          <w:rFonts w:ascii="DB Office" w:hAnsi="DB Office"/>
          <w:sz w:val="19"/>
        </w:rPr>
        <w:t>Vorausklage gemäß § 771 BGB wird verzichtet.</w:t>
      </w:r>
    </w:p>
    <w:p w:rsidRPr="002312B9" w:rsidR="0000799A" w:rsidP="002B5607" w:rsidRDefault="0000799A" w14:paraId="7CF5C01D" w14:textId="77777777">
      <w:pPr>
        <w:jc w:val="both"/>
        <w:rPr>
          <w:rFonts w:ascii="DB Office" w:hAnsi="DB Office"/>
          <w:sz w:val="19"/>
        </w:rPr>
      </w:pPr>
    </w:p>
    <w:p w:rsidRPr="0000799A" w:rsidR="0000799A" w:rsidP="0000799A" w:rsidRDefault="002B5607" w14:paraId="7AD80F98" w14:textId="77777777">
      <w:pPr>
        <w:jc w:val="both"/>
        <w:outlineLvl w:val="0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Die Bürgschaft ist unbefristet; sie erlischt mit der Rückgabe dieser Bürgschaftsurkunde.</w:t>
      </w:r>
      <w:r w:rsidR="00A20CAF">
        <w:rPr>
          <w:rFonts w:ascii="DB Office" w:hAnsi="DB Office"/>
          <w:sz w:val="19"/>
        </w:rPr>
        <w:t xml:space="preserve"> </w:t>
      </w:r>
      <w:r w:rsidRPr="0000799A" w:rsidR="0000799A">
        <w:rPr>
          <w:rFonts w:ascii="DB Office" w:hAnsi="DB Office"/>
          <w:sz w:val="19"/>
        </w:rPr>
        <w:t>Die Bürgschaftsforderung</w:t>
      </w:r>
    </w:p>
    <w:p w:rsidRPr="002312B9" w:rsidR="005F44C6" w:rsidP="0000799A" w:rsidRDefault="0000799A" w14:paraId="4DDB2C2F" w14:textId="77777777">
      <w:pPr>
        <w:jc w:val="both"/>
        <w:outlineLvl w:val="0"/>
        <w:rPr>
          <w:rFonts w:ascii="DB Office" w:hAnsi="DB Office"/>
          <w:sz w:val="19"/>
        </w:rPr>
      </w:pPr>
      <w:r w:rsidRPr="0000799A">
        <w:rPr>
          <w:rFonts w:ascii="DB Office" w:hAnsi="DB Office"/>
          <w:sz w:val="19"/>
        </w:rPr>
        <w:t>verjährt nicht vor der gesicherten Hauptforderung. Nach Abschluss des Bürgschaftsvertrages</w:t>
      </w:r>
      <w:r>
        <w:rPr>
          <w:rFonts w:ascii="DB Office" w:hAnsi="DB Office"/>
          <w:sz w:val="19"/>
        </w:rPr>
        <w:t xml:space="preserve"> </w:t>
      </w:r>
      <w:r w:rsidRPr="0000799A">
        <w:rPr>
          <w:rFonts w:ascii="DB Office" w:hAnsi="DB Office"/>
          <w:sz w:val="19"/>
        </w:rPr>
        <w:t>getroffene Vereinbarungen über die Verjährung der Hauptforderung zwischen dem Auftraggeber und dem</w:t>
      </w:r>
      <w:r>
        <w:rPr>
          <w:rFonts w:ascii="DB Office" w:hAnsi="DB Office"/>
          <w:sz w:val="19"/>
        </w:rPr>
        <w:t xml:space="preserve"> </w:t>
      </w:r>
      <w:r w:rsidRPr="0000799A">
        <w:rPr>
          <w:rFonts w:ascii="DB Office" w:hAnsi="DB Office"/>
          <w:sz w:val="19"/>
        </w:rPr>
        <w:t>Auftragnehmer sind für den Bürgen nur im Falle seiner schriftlichen Zustimmung bindend.</w:t>
      </w:r>
    </w:p>
    <w:p w:rsidRPr="002312B9" w:rsidR="005F44C6" w:rsidP="002B5607" w:rsidRDefault="005F44C6" w14:paraId="6C3AEB8D" w14:textId="77777777">
      <w:pPr>
        <w:jc w:val="both"/>
        <w:outlineLvl w:val="0"/>
        <w:rPr>
          <w:rFonts w:ascii="DB Office" w:hAnsi="DB Office"/>
          <w:sz w:val="19"/>
        </w:rPr>
      </w:pPr>
    </w:p>
    <w:p w:rsidRPr="002312B9" w:rsidR="002B5607" w:rsidP="002B5607" w:rsidRDefault="002B5607" w14:paraId="2B6B7051" w14:textId="77777777">
      <w:pPr>
        <w:spacing w:line="40" w:lineRule="exact"/>
        <w:jc w:val="both"/>
        <w:rPr>
          <w:rFonts w:ascii="DB Office" w:hAnsi="DB Office"/>
          <w:sz w:val="19"/>
        </w:rPr>
      </w:pPr>
    </w:p>
    <w:p w:rsidRPr="00A20CAF" w:rsidR="002B5607" w:rsidP="002B5607" w:rsidRDefault="002B5607" w14:paraId="53C0A313" w14:textId="77777777">
      <w:pPr>
        <w:spacing w:line="160" w:lineRule="exact"/>
        <w:rPr>
          <w:rFonts w:ascii="DB Office" w:hAnsi="DB Office"/>
          <w:sz w:val="18"/>
          <w:szCs w:val="18"/>
        </w:rPr>
      </w:pPr>
      <w:r w:rsidRPr="002312B9">
        <w:rPr>
          <w:rFonts w:ascii="DB Office" w:hAnsi="DB Office"/>
          <w:sz w:val="18"/>
          <w:szCs w:val="18"/>
        </w:rPr>
        <w:t>Der Gerichtsstand richtet sich ausschließlich nach dem Ort, der bei der Firmierung des Auftraggebers angegeben ist.</w:t>
      </w:r>
    </w:p>
    <w:p w:rsidRPr="002312B9" w:rsidR="002B5607" w:rsidP="002B5607" w:rsidRDefault="002B5607" w14:paraId="203CECF7" w14:textId="77777777">
      <w:pPr>
        <w:spacing w:line="160" w:lineRule="exact"/>
        <w:rPr>
          <w:rFonts w:ascii="DB Office" w:hAnsi="DB Office"/>
          <w:sz w:val="20"/>
        </w:rPr>
      </w:pPr>
    </w:p>
    <w:p w:rsidRPr="002312B9" w:rsidR="009E1053" w:rsidP="002B5607" w:rsidRDefault="009E1053" w14:paraId="5C5B8A22" w14:textId="77777777">
      <w:pPr>
        <w:spacing w:line="160" w:lineRule="exact"/>
        <w:rPr>
          <w:rFonts w:ascii="DB Office" w:hAnsi="DB Office"/>
          <w:sz w:val="20"/>
        </w:rPr>
      </w:pPr>
    </w:p>
    <w:p w:rsidRPr="002312B9" w:rsidR="009E1053" w:rsidP="00A16B20" w:rsidRDefault="008E1EEE" w14:paraId="3ECF225A" w14:textId="77777777">
      <w:pPr>
        <w:rPr>
          <w:rFonts w:ascii="DB Office" w:hAnsi="DB Office"/>
          <w:sz w:val="2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name="Text19" w:id="15"/>
      <w:r w:rsidRPr="00737989">
        <w:rPr>
          <w:rFonts w:ascii="DB Office" w:hAnsi="DB Office"/>
          <w:sz w:val="16"/>
        </w:rPr>
        <w:instrText xml:space="preserve"> FORMTEXT </w:instrText>
      </w:r>
      <w:r w:rsidRPr="00737989" w:rsidR="00C02746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15"/>
      <w:r>
        <w:rPr>
          <w:rFonts w:ascii="DB Office" w:hAnsi="DB Office"/>
          <w:sz w:val="20"/>
        </w:rPr>
        <w:t xml:space="preserve"> </w:t>
      </w:r>
      <w:r w:rsidRPr="00737989">
        <w:rPr>
          <w:rFonts w:ascii="DB Office" w:hAnsi="DB Office"/>
          <w:sz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name="Text20" w:id="16"/>
      <w:r w:rsidRPr="00737989">
        <w:rPr>
          <w:rFonts w:ascii="DB Office" w:hAnsi="DB Office"/>
          <w:sz w:val="16"/>
        </w:rPr>
        <w:instrText xml:space="preserve"> FORMTEXT </w:instrText>
      </w:r>
      <w:r w:rsidRPr="00737989" w:rsidR="00C02746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16"/>
    </w:p>
    <w:p w:rsidRPr="002312B9" w:rsidR="002B5607" w:rsidP="002B5607" w:rsidRDefault="002B5607" w14:paraId="2B65B508" w14:textId="77777777">
      <w:pPr>
        <w:spacing w:line="160" w:lineRule="exact"/>
        <w:rPr>
          <w:rFonts w:ascii="DB Office" w:hAnsi="DB Office"/>
          <w:sz w:val="20"/>
        </w:rPr>
      </w:pPr>
      <w:r w:rsidRPr="002312B9">
        <w:rPr>
          <w:rFonts w:ascii="DB Office" w:hAnsi="DB Office"/>
          <w:sz w:val="20"/>
        </w:rPr>
        <w:t>.................................................                   ..................................................................</w:t>
      </w:r>
    </w:p>
    <w:p w:rsidRPr="002312B9" w:rsidR="002B5607" w:rsidP="002B5607" w:rsidRDefault="002B5607" w14:paraId="77DEC1AE" w14:textId="77777777">
      <w:pPr>
        <w:spacing w:line="160" w:lineRule="exact"/>
        <w:rPr>
          <w:rFonts w:ascii="DB Office" w:hAnsi="DB Office"/>
          <w:sz w:val="16"/>
        </w:rPr>
      </w:pPr>
      <w:r w:rsidRPr="002312B9">
        <w:rPr>
          <w:rFonts w:ascii="DB Office" w:hAnsi="DB Office"/>
          <w:sz w:val="16"/>
        </w:rPr>
        <w:t xml:space="preserve">(Ort, </w:t>
      </w:r>
      <w:proofErr w:type="gramStart"/>
      <w:r w:rsidRPr="002312B9">
        <w:rPr>
          <w:rFonts w:ascii="DB Office" w:hAnsi="DB Office"/>
          <w:sz w:val="16"/>
        </w:rPr>
        <w:t>Datum)</w:t>
      </w:r>
      <w:r w:rsidRPr="002312B9">
        <w:rPr>
          <w:rFonts w:ascii="DB Office" w:hAnsi="DB Office"/>
        </w:rPr>
        <w:t xml:space="preserve">   </w:t>
      </w:r>
      <w:proofErr w:type="gramEnd"/>
      <w:r w:rsidRPr="002312B9">
        <w:rPr>
          <w:rFonts w:ascii="DB Office" w:hAnsi="DB Office"/>
        </w:rPr>
        <w:t xml:space="preserve">                            </w:t>
      </w:r>
      <w:r w:rsidRPr="002312B9">
        <w:rPr>
          <w:rFonts w:ascii="DB Office" w:hAnsi="DB Office"/>
          <w:sz w:val="16"/>
        </w:rPr>
        <w:t xml:space="preserve">                     (Unterschrift(en) des Bürgen)</w:t>
      </w:r>
    </w:p>
    <w:p w:rsidRPr="00A20CAF" w:rsidR="0090039F" w:rsidP="00A20CAF" w:rsidRDefault="002B5607" w14:paraId="37B91EE2" w14:textId="77777777">
      <w:pPr>
        <w:jc w:val="center"/>
        <w:rPr>
          <w:rFonts w:ascii="DB Office" w:hAnsi="DB Office"/>
          <w:sz w:val="20"/>
        </w:rPr>
      </w:pPr>
      <w:r w:rsidRPr="002312B9">
        <w:rPr>
          <w:rFonts w:ascii="DB Office" w:hAnsi="DB Office"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2312B9">
        <w:rPr>
          <w:rFonts w:ascii="DB Office" w:hAnsi="DB Office"/>
          <w:sz w:val="16"/>
        </w:rPr>
        <w:sym w:font="Monotype Sorts" w:char="0071"/>
      </w:r>
    </w:p>
    <w:sectPr w:rsidRPr="00A20CAF" w:rsidR="0090039F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7" w:h="16840" w:code="9"/>
      <w:pgMar w:top="851" w:right="851" w:bottom="1673" w:left="85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F815B" w14:textId="77777777" w:rsidR="006B6AE8" w:rsidRDefault="006B6AE8">
      <w:r>
        <w:separator/>
      </w:r>
    </w:p>
  </w:endnote>
  <w:endnote w:type="continuationSeparator" w:id="0">
    <w:p w14:paraId="6B5B4764" w14:textId="77777777" w:rsidR="006B6AE8" w:rsidRDefault="006B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4E3C" w:rsidRDefault="00054E3C" w14:paraId="0335478E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</w:t>
    </w:r>
    <w:proofErr w:type="gramStart"/>
    <w:r>
      <w:rPr>
        <w:sz w:val="16"/>
      </w:rPr>
      <w:t>xx.xxxx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054E3C" w14:paraId="2BE5C007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="00054E3C" w:rsidRDefault="00054E3C" w14:paraId="564D9573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6B1AE6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054E3C" w:rsidRDefault="00054E3C" w14:paraId="796B40E1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054E3C" w:rsidP="00D2413D" w:rsidRDefault="00054E3C" w14:paraId="22A4EB5B" w14:textId="77777777">
          <w:pPr>
            <w:pStyle w:val="FuzeileRechts"/>
            <w:ind w:right="57"/>
            <w:rPr>
              <w:sz w:val="16"/>
            </w:rPr>
          </w:pPr>
        </w:p>
      </w:tc>
    </w:tr>
  </w:tbl>
  <w:p w:rsidR="00054E3C" w:rsidRDefault="00054E3C" w14:paraId="28048856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054E3C" w14:paraId="644733B6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Pr="00800D62" w:rsidR="00054E3C" w:rsidP="0083209E" w:rsidRDefault="004C744A" w14:paraId="0123ABAB" w14:textId="77777777">
          <w:pPr>
            <w:pStyle w:val="FuzeileRechts"/>
            <w:rPr>
              <w:rFonts w:ascii="DB Office" w:hAnsi="DB Office"/>
              <w:b/>
            </w:rPr>
          </w:pPr>
          <w:r w:rsidRPr="00800D62">
            <w:rPr>
              <w:rFonts w:ascii="DB Office" w:hAnsi="DB Office"/>
              <w:b/>
            </w:rPr>
            <w:t>20</w:t>
          </w:r>
          <w:r w:rsidR="0083209E">
            <w:rPr>
              <w:rFonts w:ascii="DB Office" w:hAnsi="DB Office"/>
              <w:b/>
            </w:rPr>
            <w:t>8</w:t>
          </w:r>
          <w:r w:rsidRPr="00800D62" w:rsidR="0090039F">
            <w:rPr>
              <w:rFonts w:ascii="DB Office" w:hAnsi="DB Office"/>
              <w:b/>
            </w:rPr>
            <w:t>.</w:t>
          </w:r>
          <w:r w:rsidR="0083209E">
            <w:rPr>
              <w:rFonts w:ascii="DB Office" w:hAnsi="DB Office"/>
              <w:b/>
            </w:rPr>
            <w:t>35</w:t>
          </w:r>
          <w:r w:rsidRPr="00800D62" w:rsidR="0090039F">
            <w:rPr>
              <w:rFonts w:ascii="DB Office" w:hAnsi="DB Office"/>
              <w:b/>
            </w:rPr>
            <w:t>0</w:t>
          </w:r>
          <w:r w:rsidRPr="00800D62">
            <w:rPr>
              <w:rFonts w:ascii="DB Office" w:hAnsi="DB Office"/>
              <w:b/>
            </w:rPr>
            <w:t>0</w:t>
          </w:r>
          <w:r w:rsidRPr="00800D62" w:rsidR="0090039F">
            <w:rPr>
              <w:rFonts w:ascii="DB Office" w:hAnsi="DB Office"/>
              <w:b/>
            </w:rPr>
            <w:t>V</w:t>
          </w:r>
          <w:r w:rsidRPr="00800D62">
            <w:rPr>
              <w:rFonts w:ascii="DB Office" w:hAnsi="DB Office"/>
              <w:b/>
            </w:rPr>
            <w:t>02</w:t>
          </w:r>
        </w:p>
      </w:tc>
      <w:tc>
        <w:tcPr>
          <w:tcW w:w="6236" w:type="dxa"/>
        </w:tcPr>
        <w:p w:rsidRPr="00800D62" w:rsidR="00054E3C" w:rsidRDefault="00CE675C" w14:paraId="507D6A34" w14:textId="77777777">
          <w:pPr>
            <w:pStyle w:val="FuzeileRechts"/>
            <w:ind w:right="0"/>
            <w:rPr>
              <w:rFonts w:ascii="DB Office" w:hAnsi="DB Office"/>
            </w:rPr>
          </w:pPr>
          <w:r w:rsidRPr="00800D62">
            <w:rPr>
              <w:rFonts w:ascii="DB Office" w:hAnsi="DB Office"/>
            </w:rPr>
            <w:t>Bürgschein Vertragserfüllung</w:t>
          </w:r>
          <w:r w:rsidR="008D3A5C">
            <w:rPr>
              <w:rFonts w:ascii="DB Office" w:hAnsi="DB Office"/>
            </w:rPr>
            <w:t xml:space="preserve"> (für Bauleistungen</w:t>
          </w:r>
          <w:r w:rsidR="004665F3">
            <w:rPr>
              <w:rFonts w:ascii="DB Office" w:hAnsi="DB Office"/>
            </w:rPr>
            <w:t>/ für Architekten- und Ingenieurleistungen</w:t>
          </w:r>
          <w:r w:rsidR="008D3A5C">
            <w:rPr>
              <w:rFonts w:ascii="DB Office" w:hAnsi="DB Office"/>
            </w:rPr>
            <w:t>)</w:t>
          </w:r>
        </w:p>
      </w:tc>
      <w:tc>
        <w:tcPr>
          <w:tcW w:w="2268" w:type="dxa"/>
        </w:tcPr>
        <w:p w:rsidRPr="00800D62" w:rsidR="00054E3C" w:rsidRDefault="00054E3C" w14:paraId="766037BD" w14:textId="77777777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800D62">
            <w:rPr>
              <w:rFonts w:ascii="DB Office" w:hAnsi="DB Office"/>
            </w:rPr>
            <w:t xml:space="preserve">Seite </w:t>
          </w:r>
          <w:r w:rsidRPr="00800D62">
            <w:rPr>
              <w:rFonts w:ascii="DB Office" w:hAnsi="DB Office"/>
            </w:rPr>
            <w:fldChar w:fldCharType="begin"/>
          </w:r>
          <w:r w:rsidRPr="00800D62">
            <w:rPr>
              <w:rFonts w:ascii="DB Office" w:hAnsi="DB Office"/>
            </w:rPr>
            <w:instrText xml:space="preserve"> PAGE  \* MERGEFORMAT </w:instrText>
          </w:r>
          <w:r w:rsidRPr="00800D62">
            <w:rPr>
              <w:rFonts w:ascii="DB Office" w:hAnsi="DB Office"/>
            </w:rPr>
            <w:fldChar w:fldCharType="separate"/>
          </w:r>
          <w:r w:rsidR="006B5AC1">
            <w:rPr>
              <w:rFonts w:ascii="DB Office" w:hAnsi="DB Office"/>
              <w:noProof/>
            </w:rPr>
            <w:t>1</w:t>
          </w:r>
          <w:r w:rsidRPr="00800D62">
            <w:rPr>
              <w:rFonts w:ascii="DB Office" w:hAnsi="DB Office"/>
            </w:rPr>
            <w:fldChar w:fldCharType="end"/>
          </w:r>
        </w:p>
      </w:tc>
    </w:tr>
    <w:tr w:rsidR="00054E3C" w14:paraId="739BCEFD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Pr="0083209E" w:rsidR="00054E3C" w:rsidRDefault="0083209E" w14:paraId="1A97B63F" w14:textId="77777777">
          <w:pPr>
            <w:pStyle w:val="FuzeileRechts"/>
            <w:rPr>
              <w:rFonts w:ascii="DB Office" w:hAnsi="DB Office"/>
              <w:b/>
              <w:sz w:val="20"/>
            </w:rPr>
          </w:pPr>
          <w:r w:rsidRPr="0083209E">
            <w:rPr>
              <w:rFonts w:ascii="DB Office" w:hAnsi="DB Office"/>
              <w:b/>
              <w:sz w:val="20"/>
            </w:rPr>
            <w:t>200.0201V02 (alt)</w:t>
          </w:r>
        </w:p>
      </w:tc>
      <w:tc>
        <w:tcPr>
          <w:tcW w:w="6236" w:type="dxa"/>
        </w:tcPr>
        <w:p w:rsidRPr="00800D62" w:rsidR="00054E3C" w:rsidP="006B5AC1" w:rsidRDefault="00B92FB4" w14:paraId="49373C4B" w14:textId="77777777">
          <w:pPr>
            <w:pStyle w:val="FuzeileRechts"/>
            <w:rPr>
              <w:rFonts w:ascii="DB Office" w:hAnsi="DB Office"/>
              <w:sz w:val="16"/>
            </w:rPr>
          </w:pPr>
          <w:r w:rsidRPr="00800D62">
            <w:rPr>
              <w:rFonts w:ascii="DB Office" w:hAnsi="DB Office"/>
              <w:sz w:val="16"/>
            </w:rPr>
            <w:t xml:space="preserve">Fachautor: </w:t>
          </w:r>
          <w:r w:rsidR="0000799A">
            <w:rPr>
              <w:rFonts w:ascii="DB Office" w:hAnsi="DB Office"/>
              <w:sz w:val="16"/>
            </w:rPr>
            <w:t>HLI 2(3)</w:t>
          </w:r>
          <w:r w:rsidR="006B5AC1">
            <w:rPr>
              <w:rFonts w:ascii="DB Office" w:hAnsi="DB Office"/>
              <w:sz w:val="16"/>
            </w:rPr>
            <w:t xml:space="preserve"> | Dr. Ben Balkowski |</w:t>
          </w:r>
          <w:r w:rsidRPr="00800D62" w:rsidR="00054E3C">
            <w:rPr>
              <w:rFonts w:ascii="DB Office" w:hAnsi="DB Office"/>
              <w:sz w:val="16"/>
            </w:rPr>
            <w:t xml:space="preserve"> Tel.: </w:t>
          </w:r>
          <w:r w:rsidR="006B5AC1">
            <w:rPr>
              <w:rFonts w:ascii="DB Office" w:hAnsi="DB Office"/>
              <w:sz w:val="16"/>
            </w:rPr>
            <w:t>+49 30 297-55908; intern: 999 55908</w:t>
          </w:r>
        </w:p>
      </w:tc>
      <w:tc>
        <w:tcPr>
          <w:tcW w:w="2268" w:type="dxa"/>
        </w:tcPr>
        <w:p w:rsidR="00054E3C" w:rsidRDefault="006B5AC1" w14:paraId="6710E5EE" w14:textId="77777777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>
            <w:rPr>
              <w:rFonts w:ascii="DB Office" w:hAnsi="DB Office"/>
              <w:sz w:val="16"/>
            </w:rPr>
            <w:t xml:space="preserve">Gültig ab: </w:t>
          </w:r>
          <w:r w:rsidR="00335AB9">
            <w:rPr>
              <w:rFonts w:ascii="DB Office" w:hAnsi="DB Office"/>
              <w:sz w:val="16"/>
            </w:rPr>
            <w:t>01</w:t>
          </w:r>
          <w:r w:rsidR="00D2413D">
            <w:rPr>
              <w:rFonts w:ascii="DB Office" w:hAnsi="DB Office"/>
              <w:sz w:val="16"/>
            </w:rPr>
            <w:t>.06.2021</w:t>
          </w:r>
        </w:p>
        <w:p w:rsidRPr="00800D62" w:rsidR="0049798A" w:rsidP="00D25DA0" w:rsidRDefault="0049798A" w14:paraId="0E51CFC1" w14:textId="77777777">
          <w:pPr>
            <w:pStyle w:val="FuzeileRechts"/>
            <w:spacing w:before="0"/>
            <w:ind w:right="57"/>
            <w:jc w:val="right"/>
            <w:rPr>
              <w:rFonts w:ascii="DB Office" w:hAnsi="DB Office"/>
              <w:sz w:val="16"/>
            </w:rPr>
          </w:pPr>
        </w:p>
      </w:tc>
    </w:tr>
  </w:tbl>
  <w:p w:rsidR="00054E3C" w:rsidRDefault="00054E3C" w14:paraId="3B60C2BC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5E78F" w14:textId="77777777" w:rsidR="006B6AE8" w:rsidRDefault="006B6AE8">
      <w:r>
        <w:separator/>
      </w:r>
    </w:p>
  </w:footnote>
  <w:footnote w:type="continuationSeparator" w:id="0">
    <w:p w14:paraId="4786EF18" w14:textId="77777777" w:rsidR="006B6AE8" w:rsidRDefault="006B6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054E3C" w14:paraId="125DFAD1" w14:textId="77777777">
      <w:tblPrEx>
        <w:tblCellMar>
          <w:top w:w="0" w:type="dxa"/>
          <w:bottom w:w="0" w:type="dxa"/>
        </w:tblCellMar>
      </w:tblPrEx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054E3C" w:rsidRDefault="00054E3C" w14:paraId="42AF9F64" w14:textId="77777777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Hauptgruppe</w:t>
          </w:r>
        </w:p>
        <w:p w:rsidR="00054E3C" w:rsidRDefault="00054E3C" w14:paraId="6682A561" w14:textId="77777777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054E3C" w:rsidRDefault="00054E3C" w14:paraId="3D0F6337" w14:textId="77777777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Untergruppe</w:t>
          </w:r>
        </w:p>
      </w:tc>
    </w:tr>
    <w:tr w:rsidR="00054E3C" w14:paraId="009446A0" w14:textId="77777777">
      <w:tblPrEx>
        <w:tblCellMar>
          <w:top w:w="0" w:type="dxa"/>
          <w:bottom w:w="0" w:type="dxa"/>
        </w:tblCellMar>
      </w:tblPrEx>
      <w:tc>
        <w:tcPr>
          <w:tcW w:w="6380" w:type="dxa"/>
          <w:gridSpan w:val="2"/>
        </w:tcPr>
        <w:p w:rsidR="00054E3C" w:rsidRDefault="00054E3C" w14:paraId="3A6BE27E" w14:textId="77777777">
          <w:pPr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Regelwerkstitel</w:t>
          </w:r>
        </w:p>
      </w:tc>
      <w:tc>
        <w:tcPr>
          <w:tcW w:w="2126" w:type="dxa"/>
        </w:tcPr>
        <w:p w:rsidR="00054E3C" w:rsidRDefault="00054E3C" w14:paraId="57DCC8F3" w14:textId="77777777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001.0101</w:t>
          </w:r>
        </w:p>
        <w:p w:rsidR="00054E3C" w:rsidRDefault="00054E3C" w14:paraId="4C15EF90" w14:textId="77777777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Seite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PAGE  \* MERGEFORMAT </w:instrText>
          </w:r>
          <w:r>
            <w:rPr>
              <w:rFonts w:ascii="Arial" w:hAnsi="Arial"/>
              <w:b/>
            </w:rPr>
            <w:fldChar w:fldCharType="separate"/>
          </w:r>
          <w:r>
            <w:rPr>
              <w:rFonts w:ascii="Arial" w:hAnsi="Arial"/>
              <w:b/>
              <w:noProof/>
            </w:rPr>
            <w:t>4</w:t>
          </w:r>
          <w:r>
            <w:rPr>
              <w:rFonts w:ascii="Arial" w:hAnsi="Arial"/>
              <w:b/>
            </w:rPr>
            <w:fldChar w:fldCharType="end"/>
          </w:r>
          <w:r>
            <w:rPr>
              <w:rFonts w:ascii="Arial" w:hAnsi="Arial"/>
              <w:b/>
            </w:rPr>
            <w:t xml:space="preserve"> von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NUMPAGES  \* MERGEFORMAT </w:instrText>
          </w:r>
          <w:r>
            <w:rPr>
              <w:rFonts w:ascii="Arial" w:hAnsi="Arial"/>
              <w:b/>
            </w:rPr>
            <w:fldChar w:fldCharType="separate"/>
          </w:r>
          <w:r w:rsidR="0010184F">
            <w:rPr>
              <w:rFonts w:ascii="Arial" w:hAnsi="Arial"/>
              <w:b/>
              <w:noProof/>
            </w:rPr>
            <w:t>1</w:t>
          </w:r>
          <w:r>
            <w:rPr>
              <w:rFonts w:ascii="Arial" w:hAnsi="Arial"/>
              <w:b/>
            </w:rPr>
            <w:fldChar w:fldCharType="end"/>
          </w:r>
        </w:p>
      </w:tc>
    </w:tr>
  </w:tbl>
  <w:p w:rsidR="00054E3C" w:rsidRDefault="00054E3C" w14:paraId="53661D66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4E3C" w:rsidRDefault="00054E3C" w14:paraId="23E0E3A1" w14:textId="77777777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AufzhlungmitNummer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pStyle w:val="Unterabsatzeingerckt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pStyle w:val="UnterabsatzmitKleinbuchstaben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677656638">
    <w:abstractNumId w:val="0"/>
  </w:num>
  <w:num w:numId="2" w16cid:durableId="771783965">
    <w:abstractNumId w:val="1"/>
  </w:num>
  <w:num w:numId="3" w16cid:durableId="148980663">
    <w:abstractNumId w:val="12"/>
  </w:num>
  <w:num w:numId="4" w16cid:durableId="179004904">
    <w:abstractNumId w:val="6"/>
  </w:num>
  <w:num w:numId="5" w16cid:durableId="1125854699">
    <w:abstractNumId w:val="9"/>
  </w:num>
  <w:num w:numId="6" w16cid:durableId="1268080116">
    <w:abstractNumId w:val="13"/>
  </w:num>
  <w:num w:numId="7" w16cid:durableId="433866093">
    <w:abstractNumId w:val="3"/>
  </w:num>
  <w:num w:numId="8" w16cid:durableId="553585780">
    <w:abstractNumId w:val="15"/>
  </w:num>
  <w:num w:numId="9" w16cid:durableId="1767386627">
    <w:abstractNumId w:val="16"/>
  </w:num>
  <w:num w:numId="10" w16cid:durableId="1598900337">
    <w:abstractNumId w:val="4"/>
  </w:num>
  <w:num w:numId="11" w16cid:durableId="1441559872">
    <w:abstractNumId w:val="10"/>
  </w:num>
  <w:num w:numId="12" w16cid:durableId="1745566115">
    <w:abstractNumId w:val="8"/>
  </w:num>
  <w:num w:numId="13" w16cid:durableId="1776629158">
    <w:abstractNumId w:val="7"/>
  </w:num>
  <w:num w:numId="14" w16cid:durableId="1722630976">
    <w:abstractNumId w:val="14"/>
  </w:num>
  <w:num w:numId="15" w16cid:durableId="1130436075">
    <w:abstractNumId w:val="2"/>
  </w:num>
  <w:num w:numId="16" w16cid:durableId="73019842">
    <w:abstractNumId w:val="11"/>
  </w:num>
  <w:num w:numId="17" w16cid:durableId="7537432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7D3"/>
    <w:rsid w:val="0000799A"/>
    <w:rsid w:val="000277D5"/>
    <w:rsid w:val="00054E3C"/>
    <w:rsid w:val="0006745F"/>
    <w:rsid w:val="0007701D"/>
    <w:rsid w:val="000874CC"/>
    <w:rsid w:val="000D15CF"/>
    <w:rsid w:val="000E0A5B"/>
    <w:rsid w:val="0010184F"/>
    <w:rsid w:val="001132EA"/>
    <w:rsid w:val="00125CD6"/>
    <w:rsid w:val="00130AB7"/>
    <w:rsid w:val="00132368"/>
    <w:rsid w:val="00134C61"/>
    <w:rsid w:val="00157FDD"/>
    <w:rsid w:val="00176E65"/>
    <w:rsid w:val="001B7EE7"/>
    <w:rsid w:val="001E01A0"/>
    <w:rsid w:val="001E7A33"/>
    <w:rsid w:val="00201B36"/>
    <w:rsid w:val="002312B9"/>
    <w:rsid w:val="002338F7"/>
    <w:rsid w:val="00233C58"/>
    <w:rsid w:val="00246578"/>
    <w:rsid w:val="00263C12"/>
    <w:rsid w:val="00282185"/>
    <w:rsid w:val="002A3800"/>
    <w:rsid w:val="002A39B2"/>
    <w:rsid w:val="002B5607"/>
    <w:rsid w:val="002C59C7"/>
    <w:rsid w:val="002D5A76"/>
    <w:rsid w:val="0030145F"/>
    <w:rsid w:val="0030196D"/>
    <w:rsid w:val="00304169"/>
    <w:rsid w:val="00335AB9"/>
    <w:rsid w:val="003424EE"/>
    <w:rsid w:val="0035698F"/>
    <w:rsid w:val="00360647"/>
    <w:rsid w:val="0037139F"/>
    <w:rsid w:val="003A2CDB"/>
    <w:rsid w:val="003B218B"/>
    <w:rsid w:val="003E59C4"/>
    <w:rsid w:val="003F080D"/>
    <w:rsid w:val="004204C6"/>
    <w:rsid w:val="004218EB"/>
    <w:rsid w:val="00443E04"/>
    <w:rsid w:val="00452E0F"/>
    <w:rsid w:val="004665F3"/>
    <w:rsid w:val="0049798A"/>
    <w:rsid w:val="004C744A"/>
    <w:rsid w:val="004D7048"/>
    <w:rsid w:val="00507607"/>
    <w:rsid w:val="00561295"/>
    <w:rsid w:val="005810CC"/>
    <w:rsid w:val="005957F9"/>
    <w:rsid w:val="0059706C"/>
    <w:rsid w:val="005E2808"/>
    <w:rsid w:val="005F44C6"/>
    <w:rsid w:val="005F53EA"/>
    <w:rsid w:val="00613CDD"/>
    <w:rsid w:val="0064619D"/>
    <w:rsid w:val="00673394"/>
    <w:rsid w:val="00675404"/>
    <w:rsid w:val="00691F16"/>
    <w:rsid w:val="006B1AE6"/>
    <w:rsid w:val="006B5AC1"/>
    <w:rsid w:val="006B6600"/>
    <w:rsid w:val="006B6AE8"/>
    <w:rsid w:val="006D574E"/>
    <w:rsid w:val="006F45CC"/>
    <w:rsid w:val="00703E25"/>
    <w:rsid w:val="007224BC"/>
    <w:rsid w:val="00737989"/>
    <w:rsid w:val="00737A43"/>
    <w:rsid w:val="007E5D02"/>
    <w:rsid w:val="00800D62"/>
    <w:rsid w:val="0083209E"/>
    <w:rsid w:val="008639D3"/>
    <w:rsid w:val="00872AC9"/>
    <w:rsid w:val="00894969"/>
    <w:rsid w:val="008B07C4"/>
    <w:rsid w:val="008B7648"/>
    <w:rsid w:val="008D3A5C"/>
    <w:rsid w:val="008E1EEE"/>
    <w:rsid w:val="0090039F"/>
    <w:rsid w:val="009B5731"/>
    <w:rsid w:val="009E1053"/>
    <w:rsid w:val="00A13251"/>
    <w:rsid w:val="00A16B20"/>
    <w:rsid w:val="00A20CAF"/>
    <w:rsid w:val="00A46F3B"/>
    <w:rsid w:val="00A51701"/>
    <w:rsid w:val="00A6590C"/>
    <w:rsid w:val="00AA0C33"/>
    <w:rsid w:val="00AA3A02"/>
    <w:rsid w:val="00AB0F9E"/>
    <w:rsid w:val="00AC47A2"/>
    <w:rsid w:val="00AC5B16"/>
    <w:rsid w:val="00AC7F0C"/>
    <w:rsid w:val="00AD15CA"/>
    <w:rsid w:val="00AF2C31"/>
    <w:rsid w:val="00B0162E"/>
    <w:rsid w:val="00B02385"/>
    <w:rsid w:val="00B44459"/>
    <w:rsid w:val="00B4550F"/>
    <w:rsid w:val="00B460C6"/>
    <w:rsid w:val="00B92FB4"/>
    <w:rsid w:val="00BB2E22"/>
    <w:rsid w:val="00BD70F6"/>
    <w:rsid w:val="00C02746"/>
    <w:rsid w:val="00C038B1"/>
    <w:rsid w:val="00C251A8"/>
    <w:rsid w:val="00C40FAE"/>
    <w:rsid w:val="00C61867"/>
    <w:rsid w:val="00C61D7D"/>
    <w:rsid w:val="00C61F4F"/>
    <w:rsid w:val="00C95292"/>
    <w:rsid w:val="00CA45EF"/>
    <w:rsid w:val="00CE675C"/>
    <w:rsid w:val="00D05727"/>
    <w:rsid w:val="00D2413D"/>
    <w:rsid w:val="00D25DA0"/>
    <w:rsid w:val="00D46BAF"/>
    <w:rsid w:val="00D5028B"/>
    <w:rsid w:val="00D51D81"/>
    <w:rsid w:val="00D743DA"/>
    <w:rsid w:val="00D80594"/>
    <w:rsid w:val="00DB253C"/>
    <w:rsid w:val="00DD64B0"/>
    <w:rsid w:val="00DE61FB"/>
    <w:rsid w:val="00E506C6"/>
    <w:rsid w:val="00E94938"/>
    <w:rsid w:val="00EA26A4"/>
    <w:rsid w:val="00EB5A67"/>
    <w:rsid w:val="00EC088F"/>
    <w:rsid w:val="00F276B8"/>
    <w:rsid w:val="00F47136"/>
    <w:rsid w:val="00F53F6A"/>
    <w:rsid w:val="00F866DF"/>
    <w:rsid w:val="00FB28F3"/>
    <w:rsid w:val="00FB58A2"/>
    <w:rsid w:val="00FC3925"/>
    <w:rsid w:val="00FE07D3"/>
    <w:rsid w:val="00FF1D8B"/>
    <w:rsid w:val="00FF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052E3B2"/>
  <w15:chartTrackingRefBased/>
  <w15:docId w15:val="{A47E60C9-CA7A-49CC-A055-94519B3E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B5607"/>
    <w:rPr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</w:rPr>
  </w:style>
  <w:style w:type="character" w:styleId="Kommentarzeichen">
    <w:name w:val="annotation reference"/>
    <w:rsid w:val="00157FDD"/>
    <w:rPr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</w:rPr>
  </w:style>
  <w:style w:type="paragraph" w:styleId="Kommentartext">
    <w:name w:val="annotation text"/>
    <w:basedOn w:val="Standard"/>
    <w:link w:val="KommentartextZchn"/>
    <w:rsid w:val="00157FDD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157FDD"/>
  </w:style>
  <w:style w:type="paragraph" w:styleId="Kommentarthema">
    <w:name w:val="annotation subject"/>
    <w:basedOn w:val="Kommentartext"/>
    <w:next w:val="Kommentartext"/>
    <w:link w:val="KommentarthemaZchn"/>
    <w:rsid w:val="00157FDD"/>
    <w:rPr>
      <w:b/>
      <w:bCs/>
    </w:rPr>
  </w:style>
  <w:style w:type="character" w:customStyle="1" w:styleId="KommentarthemaZchn">
    <w:name w:val="Kommentarthema Zchn"/>
    <w:link w:val="Kommentarthema"/>
    <w:rsid w:val="00157FDD"/>
    <w:rPr>
      <w:b/>
      <w:bCs/>
    </w:rPr>
  </w:style>
  <w:style w:type="paragraph" w:styleId="Sprechblasentext">
    <w:name w:val="Balloon Text"/>
    <w:basedOn w:val="Standard"/>
    <w:link w:val="SprechblasentextZchn"/>
    <w:rsid w:val="00157FD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157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0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1_Regelwerk_Bauleistungen\1%20Neu%20202.03%20-%201134\Vordruck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33A8E075EC324E9D990803A4CC9E7F" ma:contentTypeVersion="18" ma:contentTypeDescription="Ein neues Dokument erstellen." ma:contentTypeScope="" ma:versionID="6084f4e4d1f08f17d2014032ecb254f5">
  <xsd:schema xmlns:xsd="http://www.w3.org/2001/XMLSchema" xmlns:xs="http://www.w3.org/2001/XMLSchema" xmlns:p="http://schemas.microsoft.com/office/2006/metadata/properties" xmlns:ns2="2ebc72de-abb3-449c-bd5e-ee72ce611bd5" xmlns:ns3="c1730600-d580-48fb-9192-b8950ff80c3a" targetNamespace="http://schemas.microsoft.com/office/2006/metadata/properties" ma:root="true" ma:fieldsID="76ed588e14f9da2b2dcb08092a2a4413" ns2:_="" ns3:_="">
    <xsd:import namespace="2ebc72de-abb3-449c-bd5e-ee72ce611bd5"/>
    <xsd:import namespace="c1730600-d580-48fb-9192-b8950ff80c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c72de-abb3-449c-bd5e-ee72ce611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30600-d580-48fb-9192-b8950ff80c3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b20279-f81e-420d-a197-19c4dc94b541}" ma:internalName="TaxCatchAll" ma:showField="CatchAllData" ma:web="c1730600-d580-48fb-9192-b8950ff80c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bc72de-abb3-449c-bd5e-ee72ce611bd5">
      <Terms xmlns="http://schemas.microsoft.com/office/infopath/2007/PartnerControls"/>
    </lcf76f155ced4ddcb4097134ff3c332f>
    <TaxCatchAll xmlns="c1730600-d580-48fb-9192-b8950ff80c3a" xsi:nil="true"/>
  </documentManagement>
</p:properties>
</file>

<file path=customXml/itemProps1.xml><?xml version="1.0" encoding="utf-8"?>
<ds:datastoreItem xmlns:ds="http://schemas.openxmlformats.org/officeDocument/2006/customXml" ds:itemID="{FDA1FB74-CB58-4689-B8FC-FA908BDEA2CB}"/>
</file>

<file path=customXml/itemProps2.xml><?xml version="1.0" encoding="utf-8"?>
<ds:datastoreItem xmlns:ds="http://schemas.openxmlformats.org/officeDocument/2006/customXml" ds:itemID="{32EF0408-B7D1-4AC5-8FFC-82A62B5961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DE8B5C-D4A0-4928-AB27-FAB95D56A0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9D53BE-D5B0-4C6D-9519-9053BA18F1D8}">
  <ds:schemaRefs>
    <ds:schemaRef ds:uri="c1730600-d580-48fb-9192-b8950ff80c3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2ebc72de-abb3-449c-bd5e-ee72ce611bd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Vordrucke</Template>
  <TotalTime>0</TotalTime>
  <Pages>1</Pages>
  <Words>319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Bürgschein Vertragserfüllung</vt:lpstr>
    </vt:vector>
  </TitlesOfParts>
  <Company>Deutsche Bundesbank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Bürgschein Vertragserfüllung</dc:title>
  <dc:subject>Bauleistungen einkaufen</dc:subject>
  <dc:creator>Steffen Hantschick</dc:creator>
  <cp:keywords/>
  <cp:lastModifiedBy>Marko Schlüter</cp:lastModifiedBy>
  <cp:revision>2</cp:revision>
  <cp:lastPrinted>2010-05-19T07:49:00Z</cp:lastPrinted>
  <dcterms:created xsi:type="dcterms:W3CDTF">2024-06-21T14:14:00Z</dcterms:created>
  <dcterms:modified xsi:type="dcterms:W3CDTF">2024-06-21T14:14:00Z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0x0101007333A8E075EC324E9D990803A4CC9E7F</vt:lpwstr>
  </property>
  <property fmtid="{D5CDD505-2E9C-101B-9397-08002B2CF9AE}" pid="3" name="MediaServiceImageTags">
    <vt:lpwstr/>
  </property>
</Properties>
</file>